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2"/>
        <w:gridCol w:w="1296"/>
        <w:gridCol w:w="619"/>
        <w:gridCol w:w="1499"/>
        <w:gridCol w:w="445"/>
        <w:gridCol w:w="561"/>
        <w:gridCol w:w="810"/>
        <w:gridCol w:w="1036"/>
        <w:gridCol w:w="2075"/>
      </w:tblGrid>
      <w:tr w:rsidR="0013786B" w:rsidRPr="0013786B" w:rsidTr="0013786B">
        <w:trPr>
          <w:trHeight w:val="470"/>
        </w:trPr>
        <w:tc>
          <w:tcPr>
            <w:tcW w:w="957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B06685" w:rsidP="00023A14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 w:rsidRPr="0013786B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30"/>
                <w:szCs w:val="30"/>
              </w:rPr>
              <w:t xml:space="preserve">Executive Summary </w:t>
            </w:r>
            <w:r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30"/>
                <w:szCs w:val="30"/>
              </w:rPr>
              <w:t xml:space="preserve">of </w:t>
            </w:r>
            <w:r w:rsidR="0013786B" w:rsidRPr="0013786B">
              <w:rPr>
                <w:rFonts w:ascii="맑은 고딕" w:eastAsia="맑은 고딕" w:hAnsi="맑은 고딕" w:cs="굴림" w:hint="eastAsia"/>
                <w:color w:val="000000"/>
                <w:spacing w:val="-10"/>
                <w:kern w:val="0"/>
                <w:sz w:val="30"/>
                <w:szCs w:val="30"/>
              </w:rPr>
              <w:t>Application</w:t>
            </w:r>
            <w:r w:rsidR="002A3DBA">
              <w:rPr>
                <w:rFonts w:ascii="맑은 고딕" w:eastAsia="맑은 고딕" w:hAnsi="맑은 고딕" w:cs="굴림"/>
                <w:color w:val="000000"/>
                <w:spacing w:val="-10"/>
                <w:kern w:val="0"/>
                <w:sz w:val="30"/>
                <w:szCs w:val="30"/>
              </w:rPr>
              <w:t xml:space="preserve"> </w:t>
            </w:r>
            <w:r w:rsidR="0013786B" w:rsidRPr="0013786B"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>(</w:t>
            </w:r>
            <w:r w:rsidR="00023A14"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 xml:space="preserve">전체 </w:t>
            </w:r>
            <w:r>
              <w:rPr>
                <w:rFonts w:ascii="맑은 고딕" w:eastAsia="맑은 고딕" w:hAnsi="맑은 고딕" w:cs="굴림"/>
                <w:i/>
                <w:iCs/>
                <w:color w:val="0059FF"/>
                <w:spacing w:val="-2"/>
                <w:kern w:val="0"/>
              </w:rPr>
              <w:t>1</w:t>
            </w:r>
            <w:r w:rsidR="00023A14">
              <w:rPr>
                <w:rFonts w:ascii="맑은 고딕" w:eastAsia="맑은 고딕" w:hAnsi="맑은 고딕" w:cs="굴림"/>
                <w:i/>
                <w:iCs/>
                <w:color w:val="0059FF"/>
                <w:spacing w:val="-2"/>
                <w:kern w:val="0"/>
              </w:rPr>
              <w:t>~</w:t>
            </w:r>
            <w:r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/>
                <w:i/>
                <w:iCs/>
                <w:color w:val="0059FF"/>
                <w:spacing w:val="-2"/>
                <w:kern w:val="0"/>
              </w:rPr>
              <w:t>2</w:t>
            </w:r>
            <w:r w:rsidR="0013786B" w:rsidRPr="0013786B"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>page</w:t>
            </w:r>
            <w:r w:rsidR="00653E80">
              <w:rPr>
                <w:rFonts w:ascii="맑은 고딕" w:eastAsia="맑은 고딕" w:hAnsi="맑은 고딕" w:cs="굴림"/>
                <w:i/>
                <w:iCs/>
                <w:color w:val="0059FF"/>
                <w:spacing w:val="-2"/>
                <w:kern w:val="0"/>
              </w:rPr>
              <w:t xml:space="preserve"> </w:t>
            </w:r>
            <w:r w:rsidR="00653E80"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>이내</w:t>
            </w:r>
            <w:r w:rsidR="0013786B" w:rsidRPr="0013786B"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>, 영문 작성)</w:t>
            </w:r>
          </w:p>
        </w:tc>
      </w:tr>
      <w:tr w:rsidR="0013786B" w:rsidRPr="0013786B" w:rsidTr="0013786B">
        <w:trPr>
          <w:trHeight w:val="189"/>
        </w:trPr>
        <w:tc>
          <w:tcPr>
            <w:tcW w:w="1232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jc w:val="center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spacing w:val="-10"/>
                <w:kern w:val="0"/>
                <w:sz w:val="2"/>
                <w:szCs w:val="2"/>
              </w:rPr>
            </w:pPr>
          </w:p>
        </w:tc>
        <w:tc>
          <w:tcPr>
            <w:tcW w:w="8341" w:type="dxa"/>
            <w:gridSpan w:val="8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jc w:val="both"/>
              <w:textAlignment w:val="baseline"/>
              <w:rPr>
                <w:rFonts w:ascii="바탕" w:eastAsia="맑은 고딕" w:hAnsi="굴림" w:cs="굴림"/>
                <w:b/>
                <w:bCs/>
                <w:color w:val="000000"/>
                <w:spacing w:val="-10"/>
                <w:kern w:val="0"/>
                <w:sz w:val="2"/>
                <w:szCs w:val="2"/>
              </w:rPr>
            </w:pPr>
          </w:p>
        </w:tc>
      </w:tr>
      <w:tr w:rsidR="0013786B" w:rsidRPr="0013786B" w:rsidTr="0013786B">
        <w:trPr>
          <w:trHeight w:val="516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Company name</w:t>
            </w:r>
          </w:p>
        </w:tc>
        <w:tc>
          <w:tcPr>
            <w:tcW w:w="83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both"/>
              <w:textAlignment w:val="baseline"/>
              <w:rPr>
                <w:rFonts w:ascii="바탕" w:eastAsia="맑은 고딕" w:hAnsi="굴림" w:cs="굴림"/>
                <w:color w:val="000000"/>
                <w:kern w:val="0"/>
              </w:rPr>
            </w:pPr>
          </w:p>
        </w:tc>
      </w:tr>
      <w:tr w:rsidR="0013786B" w:rsidRPr="0013786B" w:rsidTr="0013786B">
        <w:trPr>
          <w:trHeight w:val="369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Address</w:t>
            </w:r>
          </w:p>
        </w:tc>
        <w:tc>
          <w:tcPr>
            <w:tcW w:w="83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 w:rsidRPr="0013786B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(HQ)</w:t>
            </w:r>
          </w:p>
        </w:tc>
      </w:tr>
      <w:tr w:rsidR="0013786B" w:rsidRPr="0013786B" w:rsidTr="0013786B">
        <w:trPr>
          <w:trHeight w:val="516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Business area</w:t>
            </w:r>
          </w:p>
        </w:tc>
        <w:tc>
          <w:tcPr>
            <w:tcW w:w="83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both"/>
              <w:textAlignment w:val="baseline"/>
              <w:rPr>
                <w:rFonts w:ascii="바탕" w:eastAsia="맑은 고딕" w:hAnsi="굴림" w:cs="굴림"/>
                <w:color w:val="000000"/>
                <w:kern w:val="0"/>
              </w:rPr>
            </w:pPr>
          </w:p>
        </w:tc>
      </w:tr>
      <w:tr w:rsidR="0013786B" w:rsidRPr="0013786B" w:rsidTr="0013786B">
        <w:trPr>
          <w:trHeight w:val="516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Major products</w:t>
            </w:r>
          </w:p>
        </w:tc>
        <w:tc>
          <w:tcPr>
            <w:tcW w:w="83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both"/>
              <w:textAlignment w:val="baseline"/>
              <w:rPr>
                <w:rFonts w:ascii="바탕" w:eastAsia="맑은 고딕" w:hAnsi="굴림" w:cs="굴림"/>
                <w:color w:val="000000"/>
                <w:kern w:val="0"/>
              </w:rPr>
            </w:pPr>
          </w:p>
        </w:tc>
      </w:tr>
      <w:tr w:rsidR="0013786B" w:rsidRPr="0013786B" w:rsidTr="0013786B">
        <w:trPr>
          <w:trHeight w:val="516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Default="00B06685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 w:rsidRPr="006836A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Revenue</w:t>
            </w:r>
          </w:p>
          <w:p w:rsidR="00023A14" w:rsidRPr="0013786B" w:rsidRDefault="00023A14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  <w:t xml:space="preserve">2022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FY</w:t>
            </w:r>
          </w:p>
        </w:tc>
        <w:tc>
          <w:tcPr>
            <w:tcW w:w="34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023A14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</w:rPr>
              <w:t xml:space="preserve">             </w:t>
            </w:r>
            <w:r w:rsidRPr="0013786B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million euro</w:t>
            </w:r>
          </w:p>
        </w:tc>
        <w:tc>
          <w:tcPr>
            <w:tcW w:w="1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BBBB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Default="00B06685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  <w:t>Export</w:t>
            </w:r>
          </w:p>
          <w:p w:rsidR="00023A14" w:rsidRPr="0013786B" w:rsidRDefault="00023A14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  <w:t xml:space="preserve">2022 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FY</w:t>
            </w:r>
          </w:p>
        </w:tc>
        <w:tc>
          <w:tcPr>
            <w:tcW w:w="39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023A14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</w:rPr>
              <w:t xml:space="preserve">            </w:t>
            </w:r>
            <w:r w:rsidRPr="0013786B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million euro</w:t>
            </w:r>
          </w:p>
        </w:tc>
      </w:tr>
      <w:tr w:rsidR="0013786B" w:rsidRPr="0013786B" w:rsidTr="0013786B">
        <w:trPr>
          <w:trHeight w:val="256"/>
        </w:trPr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Timeline</w:t>
            </w:r>
          </w:p>
        </w:tc>
        <w:tc>
          <w:tcPr>
            <w:tcW w:w="1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DATE</w:t>
            </w:r>
          </w:p>
        </w:tc>
        <w:tc>
          <w:tcPr>
            <w:tcW w:w="642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6836AD">
            <w:pPr>
              <w:widowControl w:val="0"/>
              <w:autoSpaceDE w:val="0"/>
              <w:autoSpaceDN w:val="0"/>
              <w:snapToGrid w:val="0"/>
              <w:spacing w:before="0" w:after="0" w:line="26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Note(Research center est., Award, Certification, etc.)</w:t>
            </w:r>
          </w:p>
        </w:tc>
      </w:tr>
      <w:tr w:rsidR="0013786B" w:rsidRPr="0013786B" w:rsidTr="0013786B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86B" w:rsidRPr="0013786B" w:rsidRDefault="0013786B" w:rsidP="0013786B">
            <w:pPr>
              <w:spacing w:before="0" w:after="0" w:line="192" w:lineRule="auto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15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B06685" w:rsidP="00B06685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</w:rPr>
              <w:t>DD</w:t>
            </w:r>
            <w:r w:rsidR="0013786B" w:rsidRPr="0013786B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</w:rPr>
              <w:t>MMM</w:t>
            </w:r>
            <w:r w:rsidR="0013786B" w:rsidRPr="0013786B">
              <w:rPr>
                <w:rFonts w:ascii="맑은 고딕" w:eastAsia="맑은 고딕" w:hAnsi="맑은 고딕" w:cs="굴림" w:hint="eastAsia"/>
                <w:color w:val="000000"/>
                <w:kern w:val="0"/>
              </w:rPr>
              <w:t xml:space="preserve">, </w:t>
            </w:r>
            <w:r>
              <w:rPr>
                <w:rFonts w:ascii="맑은 고딕" w:eastAsia="맑은 고딕" w:hAnsi="맑은 고딕" w:cs="굴림"/>
                <w:color w:val="000000"/>
                <w:kern w:val="0"/>
              </w:rPr>
              <w:t>YYYY</w:t>
            </w:r>
          </w:p>
        </w:tc>
        <w:tc>
          <w:tcPr>
            <w:tcW w:w="6426" w:type="dxa"/>
            <w:gridSpan w:val="6"/>
            <w:tcBorders>
              <w:top w:val="single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384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kern w:val="0"/>
              </w:rPr>
            </w:pPr>
          </w:p>
        </w:tc>
      </w:tr>
      <w:tr w:rsidR="0013786B" w:rsidRPr="0013786B" w:rsidTr="0013786B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86B" w:rsidRPr="0013786B" w:rsidRDefault="0013786B" w:rsidP="0013786B">
            <w:pPr>
              <w:spacing w:before="0" w:after="0" w:line="192" w:lineRule="auto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15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kern w:val="0"/>
              </w:rPr>
            </w:pPr>
          </w:p>
        </w:tc>
        <w:tc>
          <w:tcPr>
            <w:tcW w:w="6426" w:type="dxa"/>
            <w:gridSpan w:val="6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384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kern w:val="0"/>
              </w:rPr>
            </w:pPr>
          </w:p>
        </w:tc>
      </w:tr>
      <w:tr w:rsidR="0013786B" w:rsidRPr="0013786B" w:rsidTr="0013786B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86B" w:rsidRPr="0013786B" w:rsidRDefault="0013786B" w:rsidP="0013786B">
            <w:pPr>
              <w:spacing w:before="0" w:after="0" w:line="192" w:lineRule="auto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15" w:type="dxa"/>
            <w:gridSpan w:val="2"/>
            <w:tcBorders>
              <w:top w:val="dotted" w:sz="2" w:space="0" w:color="000000"/>
              <w:left w:val="single" w:sz="2" w:space="0" w:color="000000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kern w:val="0"/>
              </w:rPr>
            </w:pPr>
          </w:p>
        </w:tc>
        <w:tc>
          <w:tcPr>
            <w:tcW w:w="6426" w:type="dxa"/>
            <w:gridSpan w:val="6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384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kern w:val="0"/>
              </w:rPr>
            </w:pPr>
          </w:p>
        </w:tc>
      </w:tr>
      <w:tr w:rsidR="0013786B" w:rsidRPr="0013786B" w:rsidTr="0013786B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86B" w:rsidRPr="0013786B" w:rsidRDefault="0013786B" w:rsidP="0013786B">
            <w:pPr>
              <w:spacing w:before="0" w:after="0" w:line="192" w:lineRule="auto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15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kern w:val="0"/>
              </w:rPr>
            </w:pPr>
          </w:p>
        </w:tc>
        <w:tc>
          <w:tcPr>
            <w:tcW w:w="6426" w:type="dxa"/>
            <w:gridSpan w:val="6"/>
            <w:tcBorders>
              <w:top w:val="dotted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384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kern w:val="0"/>
              </w:rPr>
            </w:pPr>
          </w:p>
        </w:tc>
      </w:tr>
      <w:tr w:rsidR="0013786B" w:rsidRPr="0013786B" w:rsidTr="0013786B">
        <w:trPr>
          <w:trHeight w:val="256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Web page</w:t>
            </w:r>
          </w:p>
        </w:tc>
        <w:tc>
          <w:tcPr>
            <w:tcW w:w="83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color w:val="000000"/>
                <w:kern w:val="0"/>
              </w:rPr>
              <w:t>http://</w:t>
            </w:r>
          </w:p>
        </w:tc>
      </w:tr>
      <w:tr w:rsidR="00023A14" w:rsidRPr="0013786B" w:rsidTr="00023A14">
        <w:trPr>
          <w:trHeight w:val="256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3A14" w:rsidRPr="0013786B" w:rsidRDefault="00023A14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Employees</w:t>
            </w:r>
          </w:p>
          <w:p w:rsidR="00023A14" w:rsidRPr="0013786B" w:rsidRDefault="00023A14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No.</w:t>
            </w:r>
          </w:p>
        </w:tc>
        <w:tc>
          <w:tcPr>
            <w:tcW w:w="1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3A14" w:rsidRPr="0013786B" w:rsidRDefault="00023A14" w:rsidP="00023A14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023A1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Total</w:t>
            </w:r>
          </w:p>
        </w:tc>
        <w:tc>
          <w:tcPr>
            <w:tcW w:w="19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3A14" w:rsidRPr="0013786B" w:rsidRDefault="00023A14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3A14" w:rsidRPr="0013786B" w:rsidRDefault="00023A14" w:rsidP="00023A14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023A1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R&amp;D</w:t>
            </w: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3A14" w:rsidRPr="0013786B" w:rsidRDefault="00023A14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13786B" w:rsidRPr="0013786B" w:rsidTr="0013786B">
        <w:trPr>
          <w:trHeight w:val="256"/>
        </w:trPr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B1B09" w:rsidRPr="0013786B" w:rsidRDefault="00023A14" w:rsidP="0013786B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023A14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  <w:t>The</w:t>
            </w:r>
            <w:r>
              <w:rPr>
                <w:rFonts w:ascii="한양신명조" w:eastAsia="굴림" w:hAnsi="굴림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023A14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  <w:t>person in charge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023A14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cs="굴림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Full </w:t>
            </w:r>
            <w:r w:rsidR="0013786B"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Name</w:t>
            </w:r>
          </w:p>
        </w:tc>
        <w:tc>
          <w:tcPr>
            <w:tcW w:w="25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 xml:space="preserve">Title </w:t>
            </w:r>
          </w:p>
        </w:tc>
        <w:tc>
          <w:tcPr>
            <w:tcW w:w="3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5D5D5D"/>
                <w:kern w:val="0"/>
                <w:sz w:val="18"/>
                <w:szCs w:val="18"/>
              </w:rPr>
            </w:pPr>
          </w:p>
        </w:tc>
      </w:tr>
      <w:tr w:rsidR="0013786B" w:rsidRPr="0013786B" w:rsidTr="0013786B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86B" w:rsidRPr="0013786B" w:rsidRDefault="0013786B" w:rsidP="0013786B">
            <w:pPr>
              <w:spacing w:before="0" w:after="0" w:line="192" w:lineRule="auto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Division</w:t>
            </w:r>
          </w:p>
        </w:tc>
        <w:tc>
          <w:tcPr>
            <w:tcW w:w="25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  <w:sz w:val="18"/>
                <w:szCs w:val="18"/>
              </w:rPr>
            </w:pPr>
          </w:p>
        </w:tc>
        <w:tc>
          <w:tcPr>
            <w:tcW w:w="1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Tel.</w:t>
            </w:r>
          </w:p>
        </w:tc>
        <w:tc>
          <w:tcPr>
            <w:tcW w:w="3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3786B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+82-</w:t>
            </w:r>
          </w:p>
        </w:tc>
      </w:tr>
      <w:tr w:rsidR="0013786B" w:rsidRPr="0013786B" w:rsidTr="0013786B">
        <w:trPr>
          <w:trHeight w:val="25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3786B" w:rsidRPr="0013786B" w:rsidRDefault="0013786B" w:rsidP="0013786B">
            <w:pPr>
              <w:spacing w:before="0" w:after="0" w:line="192" w:lineRule="auto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Cell Phone</w:t>
            </w:r>
          </w:p>
        </w:tc>
        <w:tc>
          <w:tcPr>
            <w:tcW w:w="25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3786B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18"/>
                <w:szCs w:val="18"/>
              </w:rPr>
              <w:t>+82-</w:t>
            </w:r>
          </w:p>
        </w:tc>
        <w:tc>
          <w:tcPr>
            <w:tcW w:w="1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"/>
                <w:kern w:val="0"/>
                <w:sz w:val="18"/>
                <w:szCs w:val="18"/>
              </w:rPr>
              <w:t>E-MAIL</w:t>
            </w:r>
          </w:p>
        </w:tc>
        <w:tc>
          <w:tcPr>
            <w:tcW w:w="31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ind w:left="100" w:right="100"/>
              <w:jc w:val="center"/>
              <w:textAlignment w:val="baseline"/>
              <w:rPr>
                <w:rFonts w:ascii="한양신명조" w:eastAsia="맑은 고딕" w:hAnsi="굴림" w:cs="굴림"/>
                <w:color w:val="5D5D5D"/>
                <w:kern w:val="0"/>
                <w:sz w:val="18"/>
                <w:szCs w:val="18"/>
              </w:rPr>
            </w:pPr>
          </w:p>
        </w:tc>
      </w:tr>
      <w:tr w:rsidR="0013786B" w:rsidRPr="0013786B" w:rsidTr="0013786B">
        <w:trPr>
          <w:trHeight w:val="2519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pacing w:before="0" w:after="0"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Business Area</w:t>
            </w:r>
          </w:p>
        </w:tc>
        <w:tc>
          <w:tcPr>
            <w:tcW w:w="83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</w:rPr>
              <w:t xml:space="preserve">○ </w:t>
            </w: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Pr="0013786B" w:rsidRDefault="00483536" w:rsidP="00483536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>(영문 작성)</w:t>
            </w:r>
            <w:r>
              <w:rPr>
                <w:rFonts w:ascii="맑은 고딕" w:eastAsia="맑은 고딕" w:hAnsi="맑은 고딕" w:cs="굴림"/>
                <w:i/>
                <w:iCs/>
                <w:color w:val="0059FF"/>
                <w:spacing w:val="-2"/>
                <w:kern w:val="0"/>
              </w:rPr>
              <w:t xml:space="preserve"> </w:t>
            </w:r>
            <w:r w:rsidR="0013786B" w:rsidRPr="0013786B"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>주요 사업 영역, 제품 및 서비스, 사업장 현황, 판매현황 등 기재</w:t>
            </w:r>
          </w:p>
        </w:tc>
      </w:tr>
      <w:tr w:rsidR="0013786B" w:rsidRPr="0013786B" w:rsidTr="00C82CA3">
        <w:trPr>
          <w:trHeight w:val="3701"/>
        </w:trPr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023A14">
            <w:pPr>
              <w:widowControl w:val="0"/>
              <w:autoSpaceDE w:val="0"/>
              <w:autoSpaceDN w:val="0"/>
              <w:snapToGrid w:val="0"/>
              <w:spacing w:before="0" w:after="0" w:line="19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</w:rPr>
            </w:pP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Des</w:t>
            </w:r>
            <w:bookmarkStart w:id="0" w:name="_GoBack"/>
            <w:bookmarkEnd w:id="0"/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>ired Fie</w:t>
            </w:r>
            <w:r w:rsidR="00023A14"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</w:rPr>
              <w:t>l</w:t>
            </w:r>
            <w:r w:rsidRPr="0013786B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</w:rPr>
              <w:t xml:space="preserve">d of Cooperation </w:t>
            </w:r>
          </w:p>
        </w:tc>
        <w:tc>
          <w:tcPr>
            <w:tcW w:w="834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 w:rsidRPr="0013786B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</w:rPr>
              <w:t xml:space="preserve">○ </w:t>
            </w: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Pr="0013786B" w:rsidRDefault="0013786B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textAlignment w:val="baseline"/>
              <w:rPr>
                <w:rFonts w:ascii="한양신명조" w:eastAsia="맑은 고딕" w:hAnsi="굴림" w:cs="굴림"/>
                <w:color w:val="000000"/>
                <w:spacing w:val="-2"/>
                <w:kern w:val="0"/>
              </w:rPr>
            </w:pPr>
          </w:p>
          <w:p w:rsidR="0013786B" w:rsidRPr="0013786B" w:rsidRDefault="00483536" w:rsidP="0013786B">
            <w:pPr>
              <w:widowControl w:val="0"/>
              <w:autoSpaceDE w:val="0"/>
              <w:autoSpaceDN w:val="0"/>
              <w:snapToGrid w:val="0"/>
              <w:spacing w:before="0" w:after="0" w:line="216" w:lineRule="auto"/>
              <w:ind w:left="100" w:right="100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22"/>
                <w:szCs w:val="22"/>
              </w:rPr>
            </w:pPr>
            <w:r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>(영문 작성)</w:t>
            </w:r>
            <w:r>
              <w:rPr>
                <w:rFonts w:ascii="맑은 고딕" w:eastAsia="맑은 고딕" w:hAnsi="맑은 고딕" w:cs="굴림"/>
                <w:i/>
                <w:iCs/>
                <w:color w:val="0059FF"/>
                <w:spacing w:val="-2"/>
                <w:kern w:val="0"/>
              </w:rPr>
              <w:t xml:space="preserve"> </w:t>
            </w:r>
            <w:r w:rsidR="0013786B" w:rsidRPr="0013786B">
              <w:rPr>
                <w:rFonts w:ascii="맑은 고딕" w:eastAsia="맑은 고딕" w:hAnsi="맑은 고딕" w:cs="굴림" w:hint="eastAsia"/>
                <w:i/>
                <w:iCs/>
                <w:color w:val="0059FF"/>
                <w:spacing w:val="-2"/>
                <w:kern w:val="0"/>
              </w:rPr>
              <w:t>협력을 원하는 기술 및 산업 분야</w:t>
            </w:r>
          </w:p>
        </w:tc>
      </w:tr>
    </w:tbl>
    <w:p w:rsidR="00511C01" w:rsidRPr="0013786B" w:rsidRDefault="00511C01" w:rsidP="0013786B"/>
    <w:sectPr w:rsidR="00511C01" w:rsidRPr="0013786B">
      <w:footerReference w:type="default" r:id="rId10"/>
      <w:pgSz w:w="11907" w:h="16839" w:code="1"/>
      <w:pgMar w:top="1148" w:right="1050" w:bottom="1148" w:left="1050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A81" w:rsidRDefault="00545A81">
      <w:pPr>
        <w:spacing w:before="0" w:after="0" w:line="240" w:lineRule="auto"/>
      </w:pPr>
      <w:r>
        <w:separator/>
      </w:r>
    </w:p>
  </w:endnote>
  <w:endnote w:type="continuationSeparator" w:id="0">
    <w:p w:rsidR="00545A81" w:rsidRDefault="00545A8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C01" w:rsidRDefault="002803FC">
    <w:pPr>
      <w:pStyle w:val="a4"/>
    </w:pPr>
    <w:r>
      <w:rPr>
        <w:lang w:val="ko-KR"/>
      </w:rPr>
      <w:t>페이지</w:t>
    </w:r>
    <w:r>
      <w:rPr>
        <w:lang w:val="ko-KR"/>
      </w:rPr>
      <w:t xml:space="preserve"> </w:t>
    </w:r>
    <w:r>
      <w:fldChar w:fldCharType="begin"/>
    </w:r>
    <w:r>
      <w:instrText>PAGE</w:instrText>
    </w:r>
    <w:r>
      <w:fldChar w:fldCharType="separate"/>
    </w:r>
    <w:r w:rsidR="00023A1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A81" w:rsidRDefault="00545A81">
      <w:pPr>
        <w:spacing w:before="0" w:after="0" w:line="240" w:lineRule="auto"/>
      </w:pPr>
      <w:r>
        <w:separator/>
      </w:r>
    </w:p>
  </w:footnote>
  <w:footnote w:type="continuationSeparator" w:id="0">
    <w:p w:rsidR="00545A81" w:rsidRDefault="00545A8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95"/>
    <w:rsid w:val="00023A14"/>
    <w:rsid w:val="00027482"/>
    <w:rsid w:val="001354FB"/>
    <w:rsid w:val="0013786B"/>
    <w:rsid w:val="00144646"/>
    <w:rsid w:val="001A31B7"/>
    <w:rsid w:val="0026469D"/>
    <w:rsid w:val="002803FC"/>
    <w:rsid w:val="002A3DBA"/>
    <w:rsid w:val="002D2AA2"/>
    <w:rsid w:val="0047550A"/>
    <w:rsid w:val="00483536"/>
    <w:rsid w:val="004C3DE7"/>
    <w:rsid w:val="00511C01"/>
    <w:rsid w:val="00545A81"/>
    <w:rsid w:val="005633EF"/>
    <w:rsid w:val="00642799"/>
    <w:rsid w:val="00653E80"/>
    <w:rsid w:val="006836AD"/>
    <w:rsid w:val="006A04E6"/>
    <w:rsid w:val="006B1B09"/>
    <w:rsid w:val="00795E00"/>
    <w:rsid w:val="007E6DBB"/>
    <w:rsid w:val="008710DE"/>
    <w:rsid w:val="00894458"/>
    <w:rsid w:val="008C6C06"/>
    <w:rsid w:val="008E6021"/>
    <w:rsid w:val="008F0637"/>
    <w:rsid w:val="009F1459"/>
    <w:rsid w:val="00B06685"/>
    <w:rsid w:val="00BB34EF"/>
    <w:rsid w:val="00C82CA3"/>
    <w:rsid w:val="00CC536A"/>
    <w:rsid w:val="00CF2964"/>
    <w:rsid w:val="00D5095D"/>
    <w:rsid w:val="00D67898"/>
    <w:rsid w:val="00D770A3"/>
    <w:rsid w:val="00DB2A95"/>
    <w:rsid w:val="00DD52B8"/>
    <w:rsid w:val="00F1410F"/>
    <w:rsid w:val="00F66995"/>
    <w:rsid w:val="00F9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8651F"/>
  <w15:docId w15:val="{C01E4B90-EF4B-4414-85D9-217FE4A1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ko-KR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8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 w:qFormat="1"/>
    <w:lsdException w:name="Date" w:semiHidden="1" w:uiPriority="8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0"/>
    </w:rPr>
  </w:style>
  <w:style w:type="paragraph" w:styleId="1">
    <w:name w:val="heading 1"/>
    <w:basedOn w:val="a"/>
    <w:next w:val="a"/>
    <w:link w:val="1Char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2">
    <w:name w:val="heading 2"/>
    <w:basedOn w:val="a"/>
    <w:next w:val="a"/>
    <w:link w:val="2Char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"/>
    <w:unhideWhenUsed/>
    <w:pPr>
      <w:spacing w:after="0" w:line="240" w:lineRule="auto"/>
    </w:pPr>
  </w:style>
  <w:style w:type="character" w:customStyle="1" w:styleId="Char">
    <w:name w:val="머리글 Char"/>
    <w:basedOn w:val="a0"/>
    <w:link w:val="a3"/>
    <w:uiPriority w:val="9"/>
    <w:rPr>
      <w:kern w:val="20"/>
    </w:rPr>
  </w:style>
  <w:style w:type="paragraph" w:styleId="a4">
    <w:name w:val="footer"/>
    <w:basedOn w:val="a"/>
    <w:link w:val="Char0"/>
    <w:uiPriority w:val="2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Char0">
    <w:name w:val="바닥글 Char"/>
    <w:basedOn w:val="a0"/>
    <w:link w:val="a4"/>
    <w:uiPriority w:val="2"/>
    <w:rPr>
      <w:kern w:val="20"/>
    </w:rPr>
  </w:style>
  <w:style w:type="paragraph" w:customStyle="1" w:styleId="a5">
    <w:name w:val="이력서 텍스트"/>
    <w:basedOn w:val="a"/>
    <w:qFormat/>
    <w:pPr>
      <w:spacing w:after="40"/>
      <w:ind w:right="1440"/>
    </w:pPr>
  </w:style>
  <w:style w:type="character" w:customStyle="1" w:styleId="a6">
    <w:name w:val="개체 틀 텍스트"/>
    <w:basedOn w:val="a0"/>
    <w:uiPriority w:val="99"/>
    <w:semiHidden/>
    <w:rPr>
      <w:color w:val="808080"/>
    </w:rPr>
  </w:style>
  <w:style w:type="table" w:customStyle="1" w:styleId="a7">
    <w:name w:val="표 눈금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uiPriority w:val="1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2Char">
    <w:name w:val="제목 2 Char"/>
    <w:basedOn w:val="a0"/>
    <w:link w:val="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3Char">
    <w:name w:val="제목 3 Char"/>
    <w:basedOn w:val="a0"/>
    <w:link w:val="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4Char">
    <w:name w:val="제목 4 Char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5Char">
    <w:name w:val="제목 5 Char"/>
    <w:basedOn w:val="a0"/>
    <w:link w:val="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6Char">
    <w:name w:val="제목 6 Char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7Char">
    <w:name w:val="제목 7 Char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8Char">
    <w:name w:val="제목 8 Char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9Char">
    <w:name w:val="제목 9 Char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a8">
    <w:name w:val="이력서 표"/>
    <w:basedOn w:val="a1"/>
    <w:uiPriority w:val="99"/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a9">
    <w:name w:val="편지 표"/>
    <w:basedOn w:val="a1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eastAsiaTheme="majorEastAsia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aa">
    <w:name w:val="Date"/>
    <w:basedOn w:val="a"/>
    <w:next w:val="a"/>
    <w:link w:val="Char1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Char1">
    <w:name w:val="날짜 Char"/>
    <w:basedOn w:val="a0"/>
    <w:link w:val="aa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ab">
    <w:name w:val="받는 사람"/>
    <w:basedOn w:val="a"/>
    <w:uiPriority w:val="8"/>
    <w:unhideWhenUsed/>
    <w:qFormat/>
    <w:pPr>
      <w:spacing w:after="40"/>
    </w:pPr>
    <w:rPr>
      <w:b/>
      <w:bCs/>
    </w:rPr>
  </w:style>
  <w:style w:type="paragraph" w:styleId="ac">
    <w:name w:val="Salutation"/>
    <w:basedOn w:val="a"/>
    <w:next w:val="a"/>
    <w:link w:val="Char2"/>
    <w:uiPriority w:val="8"/>
    <w:unhideWhenUsed/>
    <w:qFormat/>
    <w:pPr>
      <w:spacing w:before="720"/>
    </w:pPr>
  </w:style>
  <w:style w:type="character" w:customStyle="1" w:styleId="Char2">
    <w:name w:val="인사말 Char"/>
    <w:basedOn w:val="a0"/>
    <w:link w:val="ac"/>
    <w:uiPriority w:val="8"/>
    <w:rPr>
      <w:kern w:val="20"/>
    </w:rPr>
  </w:style>
  <w:style w:type="paragraph" w:styleId="ad">
    <w:name w:val="Closing"/>
    <w:basedOn w:val="a"/>
    <w:link w:val="Char3"/>
    <w:uiPriority w:val="8"/>
    <w:unhideWhenUsed/>
    <w:qFormat/>
    <w:pPr>
      <w:spacing w:before="480" w:after="960" w:line="240" w:lineRule="auto"/>
    </w:pPr>
  </w:style>
  <w:style w:type="character" w:customStyle="1" w:styleId="Char3">
    <w:name w:val="맺음말 Char"/>
    <w:basedOn w:val="a0"/>
    <w:link w:val="ad"/>
    <w:uiPriority w:val="8"/>
    <w:rPr>
      <w:kern w:val="20"/>
    </w:rPr>
  </w:style>
  <w:style w:type="paragraph" w:styleId="ae">
    <w:name w:val="Signature"/>
    <w:basedOn w:val="a"/>
    <w:link w:val="Char4"/>
    <w:uiPriority w:val="8"/>
    <w:unhideWhenUsed/>
    <w:qFormat/>
    <w:pPr>
      <w:spacing w:after="480"/>
    </w:pPr>
    <w:rPr>
      <w:b/>
      <w:bCs/>
    </w:rPr>
  </w:style>
  <w:style w:type="character" w:customStyle="1" w:styleId="Char4">
    <w:name w:val="서명 Char"/>
    <w:basedOn w:val="a0"/>
    <w:link w:val="ae"/>
    <w:uiPriority w:val="8"/>
    <w:rPr>
      <w:b/>
      <w:bCs/>
      <w:kern w:val="20"/>
    </w:rPr>
  </w:style>
  <w:style w:type="character" w:styleId="af">
    <w:name w:val="Emphasis"/>
    <w:basedOn w:val="a0"/>
    <w:uiPriority w:val="2"/>
    <w:unhideWhenUsed/>
    <w:qFormat/>
    <w:rPr>
      <w:color w:val="7E97AD" w:themeColor="accent1"/>
    </w:rPr>
  </w:style>
  <w:style w:type="paragraph" w:customStyle="1" w:styleId="af0">
    <w:name w:val="연락처 정보"/>
    <w:basedOn w:val="a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af1">
    <w:name w:val="이름"/>
    <w:basedOn w:val="a"/>
    <w:next w:val="a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character" w:styleId="af2">
    <w:name w:val="Placeholder Text"/>
    <w:basedOn w:val="a0"/>
    <w:uiPriority w:val="99"/>
    <w:semiHidden/>
    <w:rsid w:val="00F66995"/>
    <w:rPr>
      <w:color w:val="808080"/>
    </w:rPr>
  </w:style>
  <w:style w:type="paragraph" w:styleId="af3">
    <w:name w:val="Balloon Text"/>
    <w:basedOn w:val="a"/>
    <w:link w:val="Char5"/>
    <w:uiPriority w:val="99"/>
    <w:semiHidden/>
    <w:unhideWhenUsed/>
    <w:rsid w:val="00D5095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풍선 도움말 텍스트 Char"/>
    <w:basedOn w:val="a0"/>
    <w:link w:val="af3"/>
    <w:uiPriority w:val="99"/>
    <w:semiHidden/>
    <w:rsid w:val="00D5095D"/>
    <w:rPr>
      <w:rFonts w:ascii="Tahoma" w:hAnsi="Tahoma" w:cs="Tahoma"/>
      <w:kern w:val="20"/>
      <w:sz w:val="16"/>
      <w:szCs w:val="16"/>
    </w:rPr>
  </w:style>
  <w:style w:type="paragraph" w:customStyle="1" w:styleId="ResumeText">
    <w:name w:val="Resume Text"/>
    <w:basedOn w:val="a"/>
    <w:qFormat/>
    <w:rsid w:val="0026469D"/>
    <w:pPr>
      <w:spacing w:after="40"/>
      <w:ind w:right="1440"/>
    </w:pPr>
    <w:rPr>
      <w:lang w:eastAsia="ja-JP"/>
    </w:rPr>
  </w:style>
  <w:style w:type="paragraph" w:customStyle="1" w:styleId="af4">
    <w:name w:val="바탕글"/>
    <w:basedOn w:val="a"/>
    <w:rsid w:val="002D2AA2"/>
    <w:pPr>
      <w:widowControl w:val="0"/>
      <w:wordWrap w:val="0"/>
      <w:autoSpaceDE w:val="0"/>
      <w:autoSpaceDN w:val="0"/>
      <w:snapToGrid w:val="0"/>
      <w:spacing w:before="0" w:after="0" w:line="384" w:lineRule="auto"/>
      <w:jc w:val="both"/>
      <w:textAlignment w:val="baseline"/>
    </w:pPr>
    <w:rPr>
      <w:rFonts w:ascii="바탕" w:eastAsia="굴림" w:hAnsi="굴림" w:cs="굴림"/>
      <w:color w:val="000000"/>
      <w:kern w:val="0"/>
    </w:rPr>
  </w:style>
  <w:style w:type="paragraph" w:customStyle="1" w:styleId="af5">
    <w:name w:val="표고딕"/>
    <w:basedOn w:val="a"/>
    <w:rsid w:val="002D2AA2"/>
    <w:pPr>
      <w:widowControl w:val="0"/>
      <w:autoSpaceDE w:val="0"/>
      <w:autoSpaceDN w:val="0"/>
      <w:snapToGrid w:val="0"/>
      <w:spacing w:before="0" w:after="0" w:line="384" w:lineRule="auto"/>
      <w:ind w:left="100" w:right="100"/>
      <w:jc w:val="center"/>
      <w:textAlignment w:val="baseline"/>
    </w:pPr>
    <w:rPr>
      <w:rFonts w:ascii="한양신명조" w:eastAsia="굴림" w:hAnsi="굴림" w:cs="굴림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2\TimelessResume.dotx" TargetMode="External"/></Relationship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9878EDD8-A15B-40A8-B5D3-57870085EE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495C91-87FD-4D06-B38C-C24C4FF4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TimelessResume</Template>
  <TotalTime>35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kOREA-GERMANY Technology cooperation center application form</dc:creator>
  <cp:keywords/>
  <cp:lastModifiedBy>KIAT</cp:lastModifiedBy>
  <cp:revision>11</cp:revision>
  <dcterms:created xsi:type="dcterms:W3CDTF">2020-01-29T00:21:00Z</dcterms:created>
  <dcterms:modified xsi:type="dcterms:W3CDTF">2023-08-08T04:34:00Z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TC028350579991</vt:lpwstr>
  </property>
</Properties>
</file>